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37A9" w14:textId="592619BE" w:rsidR="009C10C6" w:rsidRPr="00131754" w:rsidRDefault="00F64D66" w:rsidP="009C10C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Cs w:val="16"/>
        </w:rPr>
      </w:pPr>
      <w:r w:rsidRPr="00131754">
        <w:rPr>
          <w:rFonts w:cs="Arial"/>
          <w:szCs w:val="16"/>
        </w:rPr>
        <w:t xml:space="preserve">Załącznik nr </w:t>
      </w:r>
      <w:r w:rsidR="009C10C6" w:rsidRPr="00131754">
        <w:rPr>
          <w:rFonts w:cs="Arial"/>
          <w:szCs w:val="16"/>
        </w:rPr>
        <w:t>04.</w:t>
      </w:r>
      <w:r w:rsidR="000264FD" w:rsidRPr="00131754">
        <w:rPr>
          <w:rFonts w:cs="Arial"/>
          <w:szCs w:val="16"/>
        </w:rPr>
        <w:t>04</w:t>
      </w:r>
    </w:p>
    <w:p w14:paraId="281F37AA" w14:textId="77777777" w:rsidR="0021551F" w:rsidRPr="00131754" w:rsidRDefault="0021551F" w:rsidP="00C34803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14:paraId="281F37AB" w14:textId="77777777" w:rsidR="00C34803" w:rsidRPr="00131754" w:rsidRDefault="00C34803" w:rsidP="00C34803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131754">
        <w:rPr>
          <w:rFonts w:cs="Arial"/>
          <w:b/>
          <w:spacing w:val="100"/>
          <w:szCs w:val="22"/>
        </w:rPr>
        <w:t>WZÓR</w:t>
      </w:r>
    </w:p>
    <w:p w14:paraId="0312CAE5" w14:textId="77777777" w:rsidR="00486218" w:rsidRDefault="00486218" w:rsidP="00C34803">
      <w:pPr>
        <w:suppressAutoHyphens/>
        <w:jc w:val="right"/>
        <w:rPr>
          <w:rFonts w:cs="Arial"/>
          <w:szCs w:val="22"/>
        </w:rPr>
      </w:pPr>
    </w:p>
    <w:p w14:paraId="281F37AC" w14:textId="23335363" w:rsidR="00C34803" w:rsidRPr="00131754" w:rsidRDefault="00C34803" w:rsidP="00C34803">
      <w:pPr>
        <w:suppressAutoHyphens/>
        <w:jc w:val="right"/>
        <w:rPr>
          <w:rFonts w:cs="Arial"/>
          <w:szCs w:val="22"/>
        </w:rPr>
      </w:pPr>
      <w:r w:rsidRPr="00131754">
        <w:rPr>
          <w:rFonts w:cs="Arial"/>
          <w:szCs w:val="22"/>
        </w:rPr>
        <w:t>..............................., dnia _ _. _ _. _ _ _ _ r.</w:t>
      </w:r>
    </w:p>
    <w:p w14:paraId="281F37AD" w14:textId="77777777" w:rsidR="00C34803" w:rsidRPr="00131754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</w:p>
    <w:p w14:paraId="281F37AE" w14:textId="77777777" w:rsidR="00C34803" w:rsidRPr="00131754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...................................................</w:t>
      </w:r>
    </w:p>
    <w:p w14:paraId="281F37AF" w14:textId="77777777" w:rsidR="00C34803" w:rsidRPr="00131754" w:rsidRDefault="00C34803" w:rsidP="00C34803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131754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281F37B0" w14:textId="77777777" w:rsidR="00C34803" w:rsidRPr="00131754" w:rsidRDefault="00C34803" w:rsidP="00C34803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281F37B1" w14:textId="77777777" w:rsidR="00C34803" w:rsidRPr="00131754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Nr rej.: ……………………………</w:t>
      </w:r>
    </w:p>
    <w:p w14:paraId="281F37B2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….................................................................</w:t>
      </w:r>
    </w:p>
    <w:p w14:paraId="281F37B3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….................................................................</w:t>
      </w:r>
    </w:p>
    <w:p w14:paraId="281F37B4" w14:textId="77777777" w:rsidR="00C34803" w:rsidRPr="00131754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281F37B5" w14:textId="77777777" w:rsidR="00C34803" w:rsidRPr="00131754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81F37B6" w14:textId="77777777" w:rsidR="00C34803" w:rsidRPr="00131754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281F37B7" w14:textId="77777777" w:rsidR="00C34803" w:rsidRPr="00131754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131754">
        <w:rPr>
          <w:rFonts w:cs="Arial"/>
          <w:b/>
          <w:snapToGrid w:val="0"/>
          <w:spacing w:val="100"/>
          <w:szCs w:val="22"/>
        </w:rPr>
        <w:t>POSTANOWIENIE</w:t>
      </w:r>
    </w:p>
    <w:p w14:paraId="281F37B8" w14:textId="77777777" w:rsidR="00C34803" w:rsidRPr="00131754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</w:p>
    <w:p w14:paraId="281F37B9" w14:textId="77777777" w:rsidR="00F64D66" w:rsidRPr="00131754" w:rsidRDefault="00F64D66" w:rsidP="00C34803">
      <w:pPr>
        <w:widowControl w:val="0"/>
        <w:jc w:val="center"/>
        <w:rPr>
          <w:rFonts w:cs="Arial"/>
          <w:snapToGrid w:val="0"/>
          <w:spacing w:val="40"/>
          <w:szCs w:val="22"/>
        </w:rPr>
      </w:pPr>
      <w:r w:rsidRPr="00131754">
        <w:rPr>
          <w:rFonts w:cs="Arial"/>
          <w:b/>
          <w:snapToGrid w:val="0"/>
          <w:spacing w:val="40"/>
          <w:szCs w:val="22"/>
        </w:rPr>
        <w:t xml:space="preserve">w sprawie </w:t>
      </w:r>
      <w:r w:rsidR="00530084" w:rsidRPr="00131754">
        <w:rPr>
          <w:rFonts w:cs="Arial"/>
          <w:b/>
          <w:snapToGrid w:val="0"/>
          <w:spacing w:val="40"/>
          <w:szCs w:val="22"/>
        </w:rPr>
        <w:t xml:space="preserve">umorzenia </w:t>
      </w:r>
      <w:r w:rsidRPr="00131754">
        <w:rPr>
          <w:rFonts w:cs="Arial"/>
          <w:b/>
          <w:snapToGrid w:val="0"/>
          <w:spacing w:val="40"/>
          <w:szCs w:val="22"/>
        </w:rPr>
        <w:t>grzywny w celu przymuszenia</w:t>
      </w:r>
    </w:p>
    <w:p w14:paraId="281F37BA" w14:textId="77777777" w:rsidR="00F64D66" w:rsidRPr="00131754" w:rsidRDefault="00F64D66" w:rsidP="00C34803">
      <w:pPr>
        <w:widowControl w:val="0"/>
        <w:rPr>
          <w:rFonts w:cs="Arial"/>
          <w:snapToGrid w:val="0"/>
          <w:szCs w:val="22"/>
        </w:rPr>
      </w:pPr>
    </w:p>
    <w:p w14:paraId="281F37BB" w14:textId="02FE6313" w:rsidR="00F64D66" w:rsidRPr="00131754" w:rsidRDefault="00F64D66" w:rsidP="00C34803">
      <w:pPr>
        <w:widowControl w:val="0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Na podstawie art.</w:t>
      </w:r>
      <w:r w:rsidR="00F5121A" w:rsidRPr="00131754">
        <w:rPr>
          <w:rFonts w:cs="Arial"/>
          <w:snapToGrid w:val="0"/>
          <w:szCs w:val="22"/>
        </w:rPr>
        <w:t> </w:t>
      </w:r>
      <w:r w:rsidRPr="00131754">
        <w:rPr>
          <w:rFonts w:cs="Arial"/>
          <w:snapToGrid w:val="0"/>
          <w:szCs w:val="22"/>
        </w:rPr>
        <w:t>125 §</w:t>
      </w:r>
      <w:r w:rsidR="007D5CA2" w:rsidRPr="00131754">
        <w:rPr>
          <w:rFonts w:cs="Arial"/>
          <w:snapToGrid w:val="0"/>
          <w:szCs w:val="22"/>
        </w:rPr>
        <w:t> </w:t>
      </w:r>
      <w:r w:rsidRPr="00131754">
        <w:rPr>
          <w:rFonts w:cs="Arial"/>
          <w:snapToGrid w:val="0"/>
          <w:szCs w:val="22"/>
        </w:rPr>
        <w:t xml:space="preserve">2 ustawy z dnia 17 czerwca 1966 r. o postępowaniu egzekucyjnym w administracji </w:t>
      </w:r>
      <w:r w:rsidR="00FD743D" w:rsidRPr="00131754">
        <w:rPr>
          <w:rFonts w:cs="Arial"/>
        </w:rPr>
        <w:t>(Dz. U. z</w:t>
      </w:r>
      <w:r w:rsidR="00DC0C08" w:rsidRPr="00131754">
        <w:rPr>
          <w:rFonts w:cs="Arial"/>
        </w:rPr>
        <w:t xml:space="preserve"> 2022 r. poz. 479</w:t>
      </w:r>
      <w:r w:rsidR="00486218">
        <w:rPr>
          <w:rFonts w:cs="Arial"/>
        </w:rPr>
        <w:t>,</w:t>
      </w:r>
      <w:r w:rsidR="00DC0C08" w:rsidRPr="00131754">
        <w:rPr>
          <w:rFonts w:cs="Arial"/>
        </w:rPr>
        <w:t xml:space="preserve"> z późn. zm.)</w:t>
      </w:r>
      <w:r w:rsidR="00047A22" w:rsidRPr="00131754">
        <w:rPr>
          <w:rFonts w:cs="Arial"/>
          <w:snapToGrid w:val="0"/>
          <w:szCs w:val="22"/>
        </w:rPr>
        <w:t xml:space="preserve">, </w:t>
      </w:r>
      <w:r w:rsidR="0021551F" w:rsidRPr="00131754">
        <w:rPr>
          <w:rFonts w:cs="Arial"/>
          <w:snapToGrid w:val="0"/>
          <w:szCs w:val="22"/>
        </w:rPr>
        <w:t>po rozpoznaniu wniosku</w:t>
      </w:r>
      <w:r w:rsidR="005F3A7B">
        <w:rPr>
          <w:rFonts w:cs="Arial"/>
          <w:snapToGrid w:val="0"/>
          <w:szCs w:val="22"/>
        </w:rPr>
        <w:t xml:space="preserve"> </w:t>
      </w:r>
      <w:r w:rsidRPr="00131754">
        <w:rPr>
          <w:rFonts w:cs="Arial"/>
          <w:snapToGrid w:val="0"/>
          <w:szCs w:val="22"/>
        </w:rPr>
        <w:t xml:space="preserve">z </w:t>
      </w:r>
      <w:r w:rsidR="00BD0237" w:rsidRPr="00131754">
        <w:rPr>
          <w:rFonts w:cs="Arial"/>
          <w:snapToGrid w:val="0"/>
          <w:szCs w:val="22"/>
        </w:rPr>
        <w:t xml:space="preserve">dnia _ _. _ _. _ _ _ _ </w:t>
      </w:r>
      <w:r w:rsidRPr="00131754">
        <w:rPr>
          <w:rFonts w:cs="Arial"/>
          <w:snapToGrid w:val="0"/>
          <w:szCs w:val="22"/>
        </w:rPr>
        <w:t>r. wniesionego przez</w:t>
      </w:r>
      <w:r w:rsidR="00F5121A" w:rsidRPr="00131754">
        <w:rPr>
          <w:rFonts w:cs="Arial"/>
          <w:snapToGrid w:val="0"/>
          <w:szCs w:val="22"/>
        </w:rPr>
        <w:t xml:space="preserve"> </w:t>
      </w:r>
      <w:r w:rsidRPr="00131754">
        <w:rPr>
          <w:rFonts w:cs="Arial"/>
          <w:snapToGrid w:val="0"/>
          <w:szCs w:val="22"/>
        </w:rPr>
        <w:t>………………………………….……………………</w:t>
      </w:r>
      <w:r w:rsidR="00DC0C08" w:rsidRPr="00131754">
        <w:rPr>
          <w:rFonts w:cs="Arial"/>
          <w:snapToGrid w:val="0"/>
          <w:szCs w:val="22"/>
        </w:rPr>
        <w:t>……..</w:t>
      </w:r>
      <w:r w:rsidRPr="00131754">
        <w:rPr>
          <w:rFonts w:cs="Arial"/>
          <w:snapToGrid w:val="0"/>
          <w:szCs w:val="22"/>
        </w:rPr>
        <w:t xml:space="preserve"> </w:t>
      </w:r>
    </w:p>
    <w:p w14:paraId="281F37BC" w14:textId="77777777" w:rsidR="00C34803" w:rsidRPr="00131754" w:rsidRDefault="00C34803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</w:p>
    <w:p w14:paraId="281F37BD" w14:textId="77777777" w:rsidR="00F64D66" w:rsidRPr="00131754" w:rsidRDefault="00F64D66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  <w:r w:rsidRPr="00131754">
        <w:rPr>
          <w:rFonts w:cs="Arial"/>
          <w:b/>
          <w:snapToGrid w:val="0"/>
          <w:spacing w:val="100"/>
          <w:szCs w:val="22"/>
        </w:rPr>
        <w:t>postanawiam</w:t>
      </w:r>
    </w:p>
    <w:p w14:paraId="281F37BE" w14:textId="77777777" w:rsidR="00F64D66" w:rsidRPr="00131754" w:rsidRDefault="00F64D66" w:rsidP="00C34803">
      <w:pPr>
        <w:widowControl w:val="0"/>
        <w:rPr>
          <w:rFonts w:cs="Arial"/>
          <w:snapToGrid w:val="0"/>
          <w:spacing w:val="100"/>
          <w:szCs w:val="22"/>
        </w:rPr>
      </w:pPr>
    </w:p>
    <w:p w14:paraId="281F37BF" w14:textId="77777777" w:rsidR="00F64D66" w:rsidRPr="00131754" w:rsidRDefault="00C34803" w:rsidP="00C34803">
      <w:pPr>
        <w:widowControl w:val="0"/>
        <w:jc w:val="center"/>
        <w:rPr>
          <w:rFonts w:cs="Arial"/>
          <w:b/>
          <w:snapToGrid w:val="0"/>
          <w:szCs w:val="22"/>
        </w:rPr>
      </w:pPr>
      <w:r w:rsidRPr="00131754">
        <w:rPr>
          <w:rFonts w:cs="Arial"/>
          <w:b/>
          <w:snapToGrid w:val="0"/>
          <w:szCs w:val="22"/>
        </w:rPr>
        <w:t>umorzyć</w:t>
      </w:r>
      <w:r w:rsidR="00F64D66" w:rsidRPr="00131754">
        <w:rPr>
          <w:rFonts w:cs="Arial"/>
          <w:b/>
          <w:snapToGrid w:val="0"/>
          <w:szCs w:val="22"/>
        </w:rPr>
        <w:t>/odmówić umorzenia</w:t>
      </w:r>
      <w:r w:rsidR="00F64D66" w:rsidRPr="00131754">
        <w:rPr>
          <w:rFonts w:cs="Arial"/>
          <w:snapToGrid w:val="0"/>
          <w:szCs w:val="22"/>
          <w:vertAlign w:val="superscript"/>
        </w:rPr>
        <w:t>(*)</w:t>
      </w:r>
      <w:r w:rsidR="00F64D66" w:rsidRPr="00131754">
        <w:rPr>
          <w:rFonts w:cs="Arial"/>
          <w:b/>
          <w:snapToGrid w:val="0"/>
          <w:szCs w:val="22"/>
        </w:rPr>
        <w:t xml:space="preserve"> grzywnę(</w:t>
      </w:r>
      <w:r w:rsidR="003E0FBC" w:rsidRPr="00131754">
        <w:rPr>
          <w:rFonts w:cs="Arial"/>
          <w:b/>
          <w:snapToGrid w:val="0"/>
          <w:szCs w:val="22"/>
        </w:rPr>
        <w:t>-</w:t>
      </w:r>
      <w:r w:rsidR="00F64D66" w:rsidRPr="00131754">
        <w:rPr>
          <w:rFonts w:cs="Arial"/>
          <w:b/>
          <w:snapToGrid w:val="0"/>
          <w:szCs w:val="22"/>
        </w:rPr>
        <w:t>y) nałożoną(</w:t>
      </w:r>
      <w:r w:rsidR="003E0FBC" w:rsidRPr="00131754">
        <w:rPr>
          <w:rFonts w:cs="Arial"/>
          <w:b/>
          <w:snapToGrid w:val="0"/>
          <w:szCs w:val="22"/>
        </w:rPr>
        <w:t>-</w:t>
      </w:r>
      <w:r w:rsidR="00F64D66" w:rsidRPr="00131754">
        <w:rPr>
          <w:rFonts w:cs="Arial"/>
          <w:b/>
          <w:snapToGrid w:val="0"/>
          <w:szCs w:val="22"/>
        </w:rPr>
        <w:t>ej) postanowien</w:t>
      </w:r>
      <w:r w:rsidRPr="00131754">
        <w:rPr>
          <w:rFonts w:cs="Arial"/>
          <w:b/>
          <w:snapToGrid w:val="0"/>
          <w:szCs w:val="22"/>
        </w:rPr>
        <w:t xml:space="preserve">iem </w:t>
      </w:r>
      <w:r w:rsidR="00BD0237" w:rsidRPr="00131754">
        <w:rPr>
          <w:rFonts w:cs="Arial"/>
          <w:b/>
          <w:snapToGrid w:val="0"/>
          <w:szCs w:val="22"/>
        </w:rPr>
        <w:t>nr</w:t>
      </w:r>
      <w:r w:rsidR="00BD0237" w:rsidRPr="00131754">
        <w:t>.</w:t>
      </w:r>
      <w:r w:rsidR="003E0FBC" w:rsidRPr="00131754">
        <w:rPr>
          <w:rFonts w:cs="Arial"/>
          <w:b/>
          <w:snapToGrid w:val="0"/>
          <w:szCs w:val="22"/>
        </w:rPr>
        <w:t>.....................</w:t>
      </w:r>
      <w:r w:rsidR="00AD2ACE" w:rsidRPr="00131754">
        <w:rPr>
          <w:rFonts w:cs="Arial"/>
          <w:b/>
          <w:snapToGrid w:val="0"/>
          <w:szCs w:val="22"/>
        </w:rPr>
        <w:t xml:space="preserve"> </w:t>
      </w:r>
      <w:r w:rsidR="00F64D66" w:rsidRPr="00131754">
        <w:rPr>
          <w:rFonts w:cs="Arial"/>
          <w:b/>
          <w:snapToGrid w:val="0"/>
          <w:szCs w:val="22"/>
        </w:rPr>
        <w:t>z</w:t>
      </w:r>
      <w:r w:rsidR="00AD2ACE" w:rsidRPr="00131754">
        <w:rPr>
          <w:rFonts w:cs="Arial"/>
          <w:b/>
          <w:snapToGrid w:val="0"/>
          <w:szCs w:val="22"/>
        </w:rPr>
        <w:t> </w:t>
      </w:r>
      <w:r w:rsidR="00BD0237" w:rsidRPr="00131754">
        <w:rPr>
          <w:rFonts w:cs="Arial"/>
          <w:b/>
          <w:snapToGrid w:val="0"/>
          <w:szCs w:val="22"/>
        </w:rPr>
        <w:t xml:space="preserve">dnia _ _. _ _. _ _ _ _ </w:t>
      </w:r>
      <w:r w:rsidR="00F64D66" w:rsidRPr="00131754">
        <w:rPr>
          <w:rFonts w:cs="Arial"/>
          <w:b/>
          <w:snapToGrid w:val="0"/>
          <w:szCs w:val="22"/>
        </w:rPr>
        <w:t xml:space="preserve">r. w </w:t>
      </w:r>
      <w:r w:rsidR="00BD0237" w:rsidRPr="00131754">
        <w:rPr>
          <w:rFonts w:cs="Arial"/>
          <w:b/>
          <w:snapToGrid w:val="0"/>
          <w:szCs w:val="22"/>
        </w:rPr>
        <w:t>wysokości..................................</w:t>
      </w:r>
    </w:p>
    <w:p w14:paraId="281F37C0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</w:p>
    <w:p w14:paraId="281F37C1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  <w:r w:rsidRPr="00131754">
        <w:rPr>
          <w:rFonts w:cs="Arial"/>
          <w:szCs w:val="22"/>
        </w:rPr>
        <w:t>Uzasadnienie:</w:t>
      </w:r>
    </w:p>
    <w:p w14:paraId="281F37C2" w14:textId="77777777" w:rsidR="00C34803" w:rsidRPr="00131754" w:rsidRDefault="00C34803" w:rsidP="00C34803">
      <w:pPr>
        <w:suppressAutoHyphens/>
        <w:jc w:val="center"/>
        <w:rPr>
          <w:rFonts w:cs="Arial"/>
          <w:szCs w:val="22"/>
        </w:rPr>
      </w:pPr>
      <w:r w:rsidRPr="00131754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31754">
        <w:rPr>
          <w:rFonts w:cs="Arial"/>
          <w:szCs w:val="22"/>
        </w:rPr>
        <w:t>.</w:t>
      </w:r>
    </w:p>
    <w:p w14:paraId="281F37C3" w14:textId="77777777" w:rsidR="00F64D66" w:rsidRPr="00131754" w:rsidRDefault="00F64D66" w:rsidP="00C34803">
      <w:pPr>
        <w:widowControl w:val="0"/>
        <w:rPr>
          <w:rFonts w:cs="Arial"/>
          <w:b/>
          <w:snapToGrid w:val="0"/>
          <w:szCs w:val="22"/>
        </w:rPr>
      </w:pPr>
    </w:p>
    <w:p w14:paraId="281F37C4" w14:textId="77777777" w:rsidR="00C34803" w:rsidRPr="00131754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14:paraId="281F37C5" w14:textId="77777777" w:rsidR="00F64D66" w:rsidRPr="00131754" w:rsidRDefault="00F64D66" w:rsidP="00C34803">
      <w:pPr>
        <w:widowControl w:val="0"/>
        <w:rPr>
          <w:rFonts w:cs="Arial"/>
          <w:b/>
          <w:snapToGrid w:val="0"/>
          <w:szCs w:val="22"/>
        </w:rPr>
      </w:pPr>
      <w:r w:rsidRPr="00131754">
        <w:rPr>
          <w:rFonts w:cs="Arial"/>
          <w:b/>
          <w:snapToGrid w:val="0"/>
          <w:szCs w:val="22"/>
        </w:rPr>
        <w:t>Pouczenie:</w:t>
      </w:r>
    </w:p>
    <w:p w14:paraId="281F37C6" w14:textId="77777777" w:rsidR="00C34803" w:rsidRPr="00131754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14:paraId="281F37C7" w14:textId="77777777" w:rsidR="00F64D66" w:rsidRPr="00131754" w:rsidRDefault="00D640AE" w:rsidP="00C34803">
      <w:pPr>
        <w:widowControl w:val="0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N</w:t>
      </w:r>
      <w:r w:rsidR="00F64D66" w:rsidRPr="00131754">
        <w:rPr>
          <w:rFonts w:cs="Arial"/>
          <w:snapToGrid w:val="0"/>
          <w:szCs w:val="22"/>
        </w:rPr>
        <w:t xml:space="preserve">a postanowienie </w:t>
      </w:r>
      <w:r w:rsidR="0021551F" w:rsidRPr="00131754">
        <w:rPr>
          <w:rFonts w:cs="Arial"/>
          <w:snapToGrid w:val="0"/>
          <w:szCs w:val="22"/>
        </w:rPr>
        <w:t xml:space="preserve">o odmowie umorzenia grzywny </w:t>
      </w:r>
      <w:r w:rsidR="00F64D66" w:rsidRPr="00131754">
        <w:rPr>
          <w:rFonts w:cs="Arial"/>
          <w:snapToGrid w:val="0"/>
          <w:szCs w:val="22"/>
        </w:rPr>
        <w:t>służy zażalenie do</w:t>
      </w:r>
      <w:r w:rsidR="00EA3A42" w:rsidRPr="00131754">
        <w:rPr>
          <w:rFonts w:cs="Arial"/>
          <w:snapToGrid w:val="0"/>
          <w:szCs w:val="22"/>
        </w:rPr>
        <w:t xml:space="preserve"> Okręgowego Inspektora Pracy</w:t>
      </w:r>
      <w:r w:rsidR="00F64D66" w:rsidRPr="00131754">
        <w:rPr>
          <w:rFonts w:cs="Arial"/>
          <w:snapToGrid w:val="0"/>
          <w:szCs w:val="22"/>
        </w:rPr>
        <w:t xml:space="preserve"> </w:t>
      </w:r>
      <w:r w:rsidR="00C34803" w:rsidRPr="00131754">
        <w:rPr>
          <w:rFonts w:cs="Arial"/>
          <w:szCs w:val="22"/>
        </w:rPr>
        <w:t>w ............................</w:t>
      </w:r>
      <w:r w:rsidR="00DF3AF8" w:rsidRPr="00131754">
        <w:rPr>
          <w:rFonts w:cs="Arial"/>
          <w:szCs w:val="22"/>
        </w:rPr>
        <w:t>...</w:t>
      </w:r>
      <w:r w:rsidR="00C34803" w:rsidRPr="00131754">
        <w:rPr>
          <w:rFonts w:cs="Arial"/>
          <w:szCs w:val="22"/>
        </w:rPr>
        <w:t>............., adres:</w:t>
      </w:r>
      <w:r w:rsidR="00AD2ACE" w:rsidRPr="00131754">
        <w:rPr>
          <w:rFonts w:cs="Arial"/>
          <w:szCs w:val="22"/>
        </w:rPr>
        <w:t xml:space="preserve"> </w:t>
      </w:r>
      <w:r w:rsidR="00FA69A0" w:rsidRPr="00131754">
        <w:rPr>
          <w:rFonts w:cs="Arial"/>
          <w:szCs w:val="22"/>
        </w:rPr>
        <w:t>………………….</w:t>
      </w:r>
      <w:r w:rsidR="00C34803" w:rsidRPr="00131754">
        <w:rPr>
          <w:rFonts w:cs="Arial"/>
          <w:szCs w:val="22"/>
        </w:rPr>
        <w:t>............................</w:t>
      </w:r>
      <w:r w:rsidR="0077647C" w:rsidRPr="00131754">
        <w:rPr>
          <w:rFonts w:cs="Arial"/>
          <w:szCs w:val="22"/>
        </w:rPr>
        <w:t>...............................,</w:t>
      </w:r>
      <w:r w:rsidR="009C10C6" w:rsidRPr="00131754">
        <w:rPr>
          <w:rFonts w:cs="Arial"/>
          <w:szCs w:val="22"/>
        </w:rPr>
        <w:t xml:space="preserve"> </w:t>
      </w:r>
      <w:r w:rsidR="00F64D66" w:rsidRPr="00131754">
        <w:rPr>
          <w:rFonts w:cs="Arial"/>
          <w:snapToGrid w:val="0"/>
          <w:szCs w:val="22"/>
        </w:rPr>
        <w:t>za pośrednictwem organu, który wydał postanowienie, w terminie 7 dni od daty doręczenia postanowienia</w:t>
      </w:r>
      <w:r w:rsidR="00C34803" w:rsidRPr="00131754">
        <w:rPr>
          <w:rFonts w:cs="Arial"/>
          <w:snapToGrid w:val="0"/>
          <w:szCs w:val="22"/>
        </w:rPr>
        <w:t xml:space="preserve"> (art. 125 </w:t>
      </w:r>
      <w:r w:rsidR="00EA3A42" w:rsidRPr="00131754">
        <w:rPr>
          <w:rFonts w:cs="Arial"/>
          <w:snapToGrid w:val="0"/>
          <w:szCs w:val="22"/>
        </w:rPr>
        <w:t>§ 2</w:t>
      </w:r>
      <w:r w:rsidR="00AD2ACE" w:rsidRPr="00131754">
        <w:rPr>
          <w:rFonts w:cs="Arial"/>
          <w:snapToGrid w:val="0"/>
          <w:szCs w:val="22"/>
        </w:rPr>
        <w:t xml:space="preserve"> </w:t>
      </w:r>
      <w:r w:rsidR="00EA3A42" w:rsidRPr="00131754">
        <w:rPr>
          <w:rFonts w:cs="Arial"/>
          <w:snapToGrid w:val="0"/>
          <w:szCs w:val="22"/>
        </w:rPr>
        <w:t xml:space="preserve">zdanie drugie w związku z art. 17 § 1 ustawy </w:t>
      </w:r>
      <w:r w:rsidR="0021551F" w:rsidRPr="00131754">
        <w:rPr>
          <w:rFonts w:cs="Arial"/>
          <w:snapToGrid w:val="0"/>
          <w:szCs w:val="22"/>
        </w:rPr>
        <w:t xml:space="preserve">z dnia 17 czerwca 1966 r. </w:t>
      </w:r>
      <w:r w:rsidR="0021551F" w:rsidRPr="00131754">
        <w:rPr>
          <w:rFonts w:cs="Arial"/>
          <w:snapToGrid w:val="0"/>
          <w:szCs w:val="22"/>
        </w:rPr>
        <w:br/>
      </w:r>
      <w:r w:rsidR="00EA3A42" w:rsidRPr="00131754">
        <w:rPr>
          <w:rFonts w:cs="Arial"/>
          <w:snapToGrid w:val="0"/>
          <w:szCs w:val="22"/>
        </w:rPr>
        <w:t>o postępowaniu egzekucyjnym w administracji)</w:t>
      </w:r>
      <w:r w:rsidR="00F64D66" w:rsidRPr="00131754">
        <w:rPr>
          <w:rFonts w:cs="Arial"/>
          <w:snapToGrid w:val="0"/>
          <w:szCs w:val="22"/>
        </w:rPr>
        <w:t>.</w:t>
      </w:r>
      <w:r w:rsidR="0021551F" w:rsidRPr="00131754">
        <w:rPr>
          <w:rFonts w:cs="Arial"/>
          <w:snapToGrid w:val="0"/>
          <w:szCs w:val="22"/>
          <w:vertAlign w:val="superscript"/>
        </w:rPr>
        <w:t xml:space="preserve"> (**)</w:t>
      </w:r>
      <w:r w:rsidR="00F64D66" w:rsidRPr="00131754">
        <w:rPr>
          <w:rFonts w:cs="Arial"/>
          <w:snapToGrid w:val="0"/>
          <w:szCs w:val="22"/>
        </w:rPr>
        <w:t xml:space="preserve"> </w:t>
      </w:r>
    </w:p>
    <w:p w14:paraId="281F37C8" w14:textId="77777777" w:rsidR="00C34803" w:rsidRPr="00131754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14:paraId="281F37C9" w14:textId="77777777" w:rsidR="00C34803" w:rsidRPr="00131754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14:paraId="281F37CA" w14:textId="77777777" w:rsidR="00C34803" w:rsidRPr="00131754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14:paraId="281F37CB" w14:textId="77777777" w:rsidR="00C34803" w:rsidRPr="00131754" w:rsidRDefault="00C34803" w:rsidP="00C34803">
      <w:pPr>
        <w:widowControl w:val="0"/>
        <w:ind w:left="5529"/>
        <w:jc w:val="center"/>
        <w:rPr>
          <w:rFonts w:cs="Arial"/>
          <w:snapToGrid w:val="0"/>
          <w:szCs w:val="22"/>
        </w:rPr>
      </w:pPr>
      <w:r w:rsidRPr="00131754">
        <w:rPr>
          <w:rFonts w:cs="Arial"/>
          <w:snapToGrid w:val="0"/>
          <w:szCs w:val="22"/>
        </w:rPr>
        <w:t>...................................................................</w:t>
      </w:r>
    </w:p>
    <w:p w14:paraId="281F37CC" w14:textId="77777777" w:rsidR="00C34803" w:rsidRPr="00131754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  <w:r w:rsidRPr="00131754">
        <w:rPr>
          <w:rFonts w:cs="Arial"/>
          <w:i/>
          <w:snapToGrid w:val="0"/>
          <w:sz w:val="16"/>
          <w:szCs w:val="16"/>
        </w:rPr>
        <w:t>(podpis i pieczęć organu egzekucyjnego)</w:t>
      </w:r>
    </w:p>
    <w:p w14:paraId="281F37CD" w14:textId="77777777" w:rsidR="00C34803" w:rsidRPr="00131754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</w:p>
    <w:p w14:paraId="281F37CE" w14:textId="77777777" w:rsidR="009C10C6" w:rsidRPr="00131754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14:paraId="281F37CF" w14:textId="77777777" w:rsidR="009C10C6" w:rsidRPr="00131754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14:paraId="281F37D0" w14:textId="77777777" w:rsidR="00C34803" w:rsidRPr="00131754" w:rsidRDefault="00C34803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131754">
        <w:rPr>
          <w:rFonts w:cs="Arial"/>
          <w:snapToGrid w:val="0"/>
          <w:sz w:val="16"/>
          <w:szCs w:val="16"/>
          <w:vertAlign w:val="superscript"/>
        </w:rPr>
        <w:t>(*)</w:t>
      </w:r>
      <w:r w:rsidRPr="00131754">
        <w:rPr>
          <w:rFonts w:cs="Arial"/>
          <w:snapToGrid w:val="0"/>
          <w:sz w:val="16"/>
          <w:szCs w:val="16"/>
        </w:rPr>
        <w:t xml:space="preserve"> </w:t>
      </w:r>
      <w:r w:rsidR="001E5A66" w:rsidRPr="00131754">
        <w:rPr>
          <w:rFonts w:cs="Arial"/>
          <w:snapToGrid w:val="0"/>
          <w:sz w:val="16"/>
          <w:szCs w:val="16"/>
        </w:rPr>
        <w:t>–</w:t>
      </w:r>
      <w:r w:rsidRPr="00131754">
        <w:rPr>
          <w:rFonts w:cs="Arial"/>
          <w:snapToGrid w:val="0"/>
          <w:sz w:val="16"/>
          <w:szCs w:val="16"/>
        </w:rPr>
        <w:t xml:space="preserve"> niepotrzebne skreślić</w:t>
      </w:r>
    </w:p>
    <w:p w14:paraId="281F37D1" w14:textId="77777777" w:rsidR="0021551F" w:rsidRPr="00131754" w:rsidRDefault="0021551F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131754">
        <w:rPr>
          <w:rFonts w:cs="Arial"/>
          <w:snapToGrid w:val="0"/>
          <w:sz w:val="16"/>
          <w:szCs w:val="22"/>
          <w:vertAlign w:val="superscript"/>
        </w:rPr>
        <w:t>(**)</w:t>
      </w:r>
      <w:r w:rsidRPr="00131754">
        <w:rPr>
          <w:rFonts w:cs="Arial"/>
          <w:snapToGrid w:val="0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22"/>
        </w:rPr>
        <w:t>–</w:t>
      </w:r>
      <w:r w:rsidRPr="00131754">
        <w:rPr>
          <w:rFonts w:cs="Arial"/>
          <w:snapToGrid w:val="0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22"/>
        </w:rPr>
        <w:t>wypełnić wyłącznie w przypadku wydania decyzji o</w:t>
      </w:r>
      <w:r w:rsidRPr="00131754">
        <w:rPr>
          <w:rFonts w:cs="Arial"/>
          <w:snapToGrid w:val="0"/>
          <w:sz w:val="16"/>
          <w:szCs w:val="22"/>
          <w:vertAlign w:val="superscript"/>
        </w:rPr>
        <w:t xml:space="preserve"> </w:t>
      </w:r>
      <w:r w:rsidRPr="00131754">
        <w:rPr>
          <w:rFonts w:cs="Arial"/>
          <w:snapToGrid w:val="0"/>
          <w:sz w:val="16"/>
          <w:szCs w:val="16"/>
        </w:rPr>
        <w:t>odmowie umorzenia grzywny</w:t>
      </w:r>
    </w:p>
    <w:p w14:paraId="281F37D2" w14:textId="77777777" w:rsidR="00F64D66" w:rsidRPr="00131754" w:rsidRDefault="00F64D66" w:rsidP="00C34803">
      <w:pPr>
        <w:widowControl w:val="0"/>
        <w:ind w:left="5950"/>
        <w:rPr>
          <w:rFonts w:cs="Arial"/>
          <w:snapToGrid w:val="0"/>
          <w:szCs w:val="22"/>
        </w:rPr>
      </w:pPr>
    </w:p>
    <w:sectPr w:rsidR="00F64D66" w:rsidRPr="00131754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37D5" w14:textId="77777777" w:rsidR="00031E7A" w:rsidRDefault="00031E7A">
      <w:r>
        <w:separator/>
      </w:r>
    </w:p>
  </w:endnote>
  <w:endnote w:type="continuationSeparator" w:id="0">
    <w:p w14:paraId="281F37D6" w14:textId="77777777" w:rsidR="00031E7A" w:rsidRDefault="0003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37D9" w14:textId="77777777" w:rsidR="00F64D66" w:rsidRDefault="00F64D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1F37DA" w14:textId="77777777" w:rsidR="00F64D66" w:rsidRDefault="00F64D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37DB" w14:textId="25B66A7D" w:rsidR="00F64D66" w:rsidRPr="00C34803" w:rsidRDefault="00526635">
    <w:pPr>
      <w:pStyle w:val="Stopka"/>
      <w:ind w:right="360"/>
      <w:rPr>
        <w:i/>
        <w:sz w:val="16"/>
        <w:szCs w:val="16"/>
      </w:rPr>
    </w:pPr>
    <w:r w:rsidRPr="00C34803">
      <w:rPr>
        <w:i/>
        <w:sz w:val="16"/>
        <w:szCs w:val="16"/>
      </w:rPr>
      <w:t>04.0</w:t>
    </w:r>
    <w:r w:rsidR="000264FD">
      <w:rPr>
        <w:i/>
        <w:sz w:val="16"/>
        <w:szCs w:val="16"/>
      </w:rPr>
      <w:t>4</w:t>
    </w:r>
    <w:r w:rsidR="00F64D66" w:rsidRPr="00C34803">
      <w:rPr>
        <w:i/>
        <w:sz w:val="16"/>
        <w:szCs w:val="16"/>
      </w:rPr>
      <w:t xml:space="preserve"> – Postanowienie w sprawie </w:t>
    </w:r>
    <w:r w:rsidR="00530084">
      <w:rPr>
        <w:i/>
        <w:sz w:val="16"/>
        <w:szCs w:val="16"/>
      </w:rPr>
      <w:t xml:space="preserve">umorzenia </w:t>
    </w:r>
    <w:r w:rsidR="00F64D66" w:rsidRPr="00C34803">
      <w:rPr>
        <w:i/>
        <w:sz w:val="16"/>
        <w:szCs w:val="16"/>
      </w:rPr>
      <w:t>grzywny w celu przymuszenia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37D3" w14:textId="77777777" w:rsidR="00031E7A" w:rsidRDefault="00031E7A">
      <w:r>
        <w:separator/>
      </w:r>
    </w:p>
  </w:footnote>
  <w:footnote w:type="continuationSeparator" w:id="0">
    <w:p w14:paraId="281F37D4" w14:textId="77777777" w:rsidR="00031E7A" w:rsidRDefault="00031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F37D7" w14:textId="77777777" w:rsidR="00F64D66" w:rsidRDefault="00F64D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1F37D8" w14:textId="77777777" w:rsidR="00F64D66" w:rsidRDefault="00F64D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17AE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598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A22"/>
    <w:rsid w:val="000264FD"/>
    <w:rsid w:val="00031E7A"/>
    <w:rsid w:val="00045615"/>
    <w:rsid w:val="00047A22"/>
    <w:rsid w:val="000A2BEF"/>
    <w:rsid w:val="00131754"/>
    <w:rsid w:val="00146C77"/>
    <w:rsid w:val="00153A3F"/>
    <w:rsid w:val="001E5A66"/>
    <w:rsid w:val="0021551F"/>
    <w:rsid w:val="002C46AD"/>
    <w:rsid w:val="002C7DB4"/>
    <w:rsid w:val="003E0FBC"/>
    <w:rsid w:val="004742CC"/>
    <w:rsid w:val="00486218"/>
    <w:rsid w:val="005149EA"/>
    <w:rsid w:val="00526635"/>
    <w:rsid w:val="00530084"/>
    <w:rsid w:val="0059237D"/>
    <w:rsid w:val="0059712D"/>
    <w:rsid w:val="005F3A7B"/>
    <w:rsid w:val="00614286"/>
    <w:rsid w:val="007415A8"/>
    <w:rsid w:val="0077647C"/>
    <w:rsid w:val="007D5CA2"/>
    <w:rsid w:val="00814B55"/>
    <w:rsid w:val="00883F45"/>
    <w:rsid w:val="00890DE2"/>
    <w:rsid w:val="008D7A5B"/>
    <w:rsid w:val="008E7D73"/>
    <w:rsid w:val="0095034A"/>
    <w:rsid w:val="009B2AD4"/>
    <w:rsid w:val="009C10C6"/>
    <w:rsid w:val="009D04D9"/>
    <w:rsid w:val="00AD2ACE"/>
    <w:rsid w:val="00BD0237"/>
    <w:rsid w:val="00C34803"/>
    <w:rsid w:val="00C8388B"/>
    <w:rsid w:val="00CA7107"/>
    <w:rsid w:val="00CB19B5"/>
    <w:rsid w:val="00D37595"/>
    <w:rsid w:val="00D640AE"/>
    <w:rsid w:val="00DC0C08"/>
    <w:rsid w:val="00DF3AF8"/>
    <w:rsid w:val="00E77852"/>
    <w:rsid w:val="00EA3A42"/>
    <w:rsid w:val="00F051DD"/>
    <w:rsid w:val="00F5121A"/>
    <w:rsid w:val="00F64D66"/>
    <w:rsid w:val="00FA69A0"/>
    <w:rsid w:val="00FC4CDB"/>
    <w:rsid w:val="00F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F37A9"/>
  <w15:docId w15:val="{393C965C-EF4F-4770-9689-5F3759021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0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C0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034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40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125</vt:lpstr>
    </vt:vector>
  </TitlesOfParts>
  <Company>PIP OIP Opole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125</dc:title>
  <dc:creator>Włodzimierz Kacuga;PŻ</dc:creator>
  <cp:lastModifiedBy>Tomasz Pawłowski</cp:lastModifiedBy>
  <cp:revision>8</cp:revision>
  <cp:lastPrinted>2003-07-30T11:37:00Z</cp:lastPrinted>
  <dcterms:created xsi:type="dcterms:W3CDTF">2023-01-18T10:44:00Z</dcterms:created>
  <dcterms:modified xsi:type="dcterms:W3CDTF">2023-07-26T11:12:00Z</dcterms:modified>
  <cp:category>Pismo</cp:category>
</cp:coreProperties>
</file>